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EE" w:rsidRDefault="00AD7DEE" w:rsidP="00B01C79">
      <w:pPr>
        <w:ind w:firstLine="70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2</w:t>
      </w:r>
    </w:p>
    <w:p w:rsidR="00AD7DEE" w:rsidRDefault="00AD7DEE" w:rsidP="00E33819">
      <w:pPr>
        <w:ind w:firstLine="708"/>
        <w:jc w:val="center"/>
        <w:rPr>
          <w:b/>
          <w:bCs/>
          <w:sz w:val="28"/>
          <w:szCs w:val="28"/>
        </w:rPr>
      </w:pPr>
    </w:p>
    <w:p w:rsidR="00AD7DEE" w:rsidRDefault="00AD7DEE" w:rsidP="00E33819">
      <w:pPr>
        <w:ind w:firstLine="708"/>
        <w:jc w:val="center"/>
        <w:rPr>
          <w:b/>
          <w:bCs/>
          <w:sz w:val="28"/>
          <w:szCs w:val="28"/>
        </w:rPr>
      </w:pPr>
    </w:p>
    <w:p w:rsidR="00AD7DEE" w:rsidRDefault="00AD7DEE" w:rsidP="00E3381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Справка</w:t>
      </w:r>
    </w:p>
    <w:p w:rsidR="00AD7DEE" w:rsidRDefault="00AD7DEE" w:rsidP="00E3381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итогам проведенного социологического </w:t>
      </w:r>
      <w:r w:rsidRPr="00A82348">
        <w:rPr>
          <w:b/>
          <w:bCs/>
          <w:sz w:val="28"/>
          <w:szCs w:val="28"/>
        </w:rPr>
        <w:t xml:space="preserve">опроса </w:t>
      </w:r>
    </w:p>
    <w:p w:rsidR="00AD7DEE" w:rsidRPr="00A82348" w:rsidRDefault="00AD7DEE" w:rsidP="00E33819">
      <w:pPr>
        <w:ind w:firstLine="708"/>
        <w:jc w:val="center"/>
        <w:rPr>
          <w:b/>
          <w:bCs/>
          <w:sz w:val="28"/>
          <w:szCs w:val="28"/>
        </w:rPr>
      </w:pPr>
      <w:r w:rsidRPr="00A82348">
        <w:rPr>
          <w:b/>
          <w:bCs/>
          <w:sz w:val="28"/>
          <w:szCs w:val="28"/>
        </w:rPr>
        <w:t>по предоставлению общедоступного бесплатного начального общего, основного общего, среднего общего образования</w:t>
      </w:r>
    </w:p>
    <w:p w:rsidR="00AD7DEE" w:rsidRDefault="00AD7DEE" w:rsidP="00E33819">
      <w:pPr>
        <w:jc w:val="both"/>
        <w:rPr>
          <w:b/>
          <w:bCs/>
        </w:rPr>
      </w:pPr>
    </w:p>
    <w:p w:rsidR="00AD7DEE" w:rsidRDefault="00AD7DEE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</w:t>
      </w:r>
      <w:r w:rsidRPr="00867D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приказа МКУ «Управление образования» Дальнереченского городского округа «О проведении социологического опроса в образовательных организациях Дальнереченского городского округа» от 25 февраля 2019 г. № 23-А,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bCs/>
          <w:sz w:val="26"/>
          <w:szCs w:val="26"/>
        </w:rPr>
        <w:t>муниципальных услуг по предоставлению общедоступного бесплатного начального общего, основного общего, среднего общего  образования,</w:t>
      </w:r>
      <w:r>
        <w:rPr>
          <w:sz w:val="26"/>
          <w:szCs w:val="26"/>
        </w:rPr>
        <w:t xml:space="preserve"> с 04 по 15 марта 2019 года был проведен социологический опрос среди родителей (законных представителей) обучающихся путем письменного анкетирования.</w:t>
      </w:r>
    </w:p>
    <w:p w:rsidR="00AD7DEE" w:rsidRDefault="00AD7DEE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bCs/>
          <w:sz w:val="26"/>
          <w:szCs w:val="26"/>
        </w:rPr>
        <w:t xml:space="preserve">771 чел. </w:t>
      </w:r>
      <w:r>
        <w:rPr>
          <w:sz w:val="26"/>
          <w:szCs w:val="26"/>
        </w:rPr>
        <w:t>из шести муниципальных общеобразовательных учреждений МБОУ «Лицей», МБОУ СОШ № 2, МБОУ СОШ № 3, МБОУ СОШ № 5, МБОУ СОШ № 6, МБОУ ООШ № 12, из них:</w:t>
      </w:r>
    </w:p>
    <w:p w:rsidR="00AD7DEE" w:rsidRDefault="00AD7DEE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714 (92,6%), муж. – 55 (7,4%) </w:t>
      </w:r>
    </w:p>
    <w:p w:rsidR="00AD7DEE" w:rsidRDefault="00AD7DEE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 от 25-30 лет – 96 (12,5 %), от 31-40 лет – 396 (51,4%), от 41-50 лет – 241 (31,3%), от 51 и более – 38 (4,8%)</w:t>
      </w:r>
    </w:p>
    <w:p w:rsidR="00AD7DEE" w:rsidRDefault="00AD7DEE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среднее – 133 (17,3 %), начальное профессиональное – 75 (9,7%), среднее профессиональное – 316 (41%), высшее – 247 (32%)</w:t>
      </w:r>
    </w:p>
    <w:p w:rsidR="00AD7DEE" w:rsidRDefault="00AD7DEE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293 (38%), служащие – 205 (26,6%), студенты –0, временно не работают – 118 (15,3%), пенсионеры – 155 (20,1%).</w:t>
      </w:r>
    </w:p>
    <w:p w:rsidR="00AD7DEE" w:rsidRDefault="00AD7DEE" w:rsidP="00E33819">
      <w:pPr>
        <w:jc w:val="both"/>
        <w:rPr>
          <w:b/>
          <w:bCs/>
        </w:rPr>
      </w:pP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Получены следующие результаты:</w:t>
      </w:r>
    </w:p>
    <w:p w:rsidR="00AD7DEE" w:rsidRDefault="00AD7DEE" w:rsidP="00E33819">
      <w:pPr>
        <w:jc w:val="both"/>
        <w:rPr>
          <w:b/>
          <w:bCs/>
        </w:rPr>
      </w:pP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Удовлетворены ли Вы?</w:t>
      </w:r>
    </w:p>
    <w:p w:rsidR="00AD7DEE" w:rsidRDefault="00AD7DEE" w:rsidP="00E33819">
      <w:pPr>
        <w:jc w:val="both"/>
        <w:rPr>
          <w:b/>
          <w:bCs/>
        </w:rPr>
      </w:pP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1. Качеством образования (обучение и воспитание)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- 1       (0,2%)</w:t>
      </w:r>
      <w:r>
        <w:tab/>
      </w:r>
      <w:r>
        <w:tab/>
      </w:r>
    </w:p>
    <w:p w:rsidR="00AD7DEE" w:rsidRDefault="00AD7DEE" w:rsidP="00E33819">
      <w:pPr>
        <w:jc w:val="both"/>
      </w:pPr>
      <w:r>
        <w:t xml:space="preserve">б) скорее не удовлетворены </w:t>
      </w:r>
      <w:r>
        <w:tab/>
      </w:r>
      <w:r>
        <w:tab/>
        <w:t>– 28</w:t>
      </w:r>
      <w:r>
        <w:tab/>
        <w:t>(3,6%)</w:t>
      </w:r>
    </w:p>
    <w:p w:rsidR="00AD7DEE" w:rsidRDefault="00AD7DEE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  <w:bCs/>
        </w:rPr>
        <w:t>626</w:t>
      </w:r>
      <w:r>
        <w:rPr>
          <w:b/>
          <w:bCs/>
        </w:rPr>
        <w:tab/>
        <w:t>(81,2%)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- 116</w:t>
      </w:r>
      <w:r>
        <w:tab/>
        <w:t>(15%)</w:t>
      </w:r>
      <w:r>
        <w:tab/>
      </w: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2. Организацией учебно-воспитательного процесса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2      ( 0,4%)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23</w:t>
      </w:r>
      <w:r>
        <w:tab/>
        <w:t>(3%)</w:t>
      </w:r>
    </w:p>
    <w:p w:rsidR="00AD7DEE" w:rsidRDefault="00AD7DEE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665</w:t>
      </w:r>
      <w:r>
        <w:rPr>
          <w:b/>
          <w:bCs/>
        </w:rPr>
        <w:tab/>
        <w:t>(86,3%)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81</w:t>
      </w:r>
      <w:r>
        <w:tab/>
        <w:t>(10,3%)</w:t>
      </w: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12</w:t>
      </w:r>
      <w:r>
        <w:tab/>
        <w:t>(1,6%)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47</w:t>
      </w:r>
      <w:r>
        <w:tab/>
        <w:t>(6,1%)</w:t>
      </w:r>
    </w:p>
    <w:p w:rsidR="00AD7DEE" w:rsidRDefault="00AD7DEE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592</w:t>
      </w:r>
      <w:r>
        <w:rPr>
          <w:b/>
          <w:bCs/>
        </w:rPr>
        <w:tab/>
        <w:t>(76,8%)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120</w:t>
      </w:r>
      <w:r>
        <w:tab/>
        <w:t>(15,5%)</w:t>
      </w: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4.  Состоянием материально-технической  базы учреждения</w:t>
      </w:r>
    </w:p>
    <w:p w:rsidR="00AD7DEE" w:rsidRPr="00B01C79" w:rsidRDefault="00AD7DEE" w:rsidP="00E33819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>-  32</w:t>
      </w:r>
      <w:r>
        <w:tab/>
        <w:t>(4,1%)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108</w:t>
      </w:r>
      <w:r>
        <w:tab/>
        <w:t>(14%)</w:t>
      </w:r>
    </w:p>
    <w:p w:rsidR="00AD7DEE" w:rsidRDefault="00AD7DEE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518</w:t>
      </w:r>
      <w:r>
        <w:rPr>
          <w:b/>
          <w:bCs/>
        </w:rPr>
        <w:tab/>
        <w:t>(67,2%)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113</w:t>
      </w:r>
      <w:r>
        <w:tab/>
        <w:t xml:space="preserve">(14,7%) </w:t>
      </w:r>
    </w:p>
    <w:p w:rsidR="00AD7DEE" w:rsidRDefault="00AD7DEE" w:rsidP="00E33819">
      <w:pPr>
        <w:jc w:val="both"/>
      </w:pPr>
      <w:r>
        <w:rPr>
          <w:b/>
          <w:bCs/>
        </w:rPr>
        <w:t>5. Профессионализмом педагогов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5</w:t>
      </w:r>
      <w:r>
        <w:tab/>
        <w:t xml:space="preserve">(0,6%) 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32</w:t>
      </w:r>
      <w:r>
        <w:tab/>
        <w:t>(4,2%)</w:t>
      </w:r>
    </w:p>
    <w:p w:rsidR="00AD7DEE" w:rsidRDefault="00AD7DEE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665</w:t>
      </w:r>
      <w:r>
        <w:rPr>
          <w:b/>
          <w:bCs/>
        </w:rPr>
        <w:tab/>
        <w:t>(86,3%)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69</w:t>
      </w:r>
      <w:r>
        <w:tab/>
        <w:t>(8,9%)</w:t>
      </w: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6. Организацией питания в школе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9</w:t>
      </w:r>
      <w:r>
        <w:tab/>
        <w:t>(1,2%)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53</w:t>
      </w:r>
      <w:r>
        <w:tab/>
        <w:t>(6,8%)</w:t>
      </w:r>
    </w:p>
    <w:p w:rsidR="00AD7DEE" w:rsidRDefault="00AD7DEE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618</w:t>
      </w:r>
      <w:r>
        <w:rPr>
          <w:b/>
          <w:bCs/>
        </w:rPr>
        <w:tab/>
        <w:t>(80,2%)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91</w:t>
      </w:r>
      <w:r>
        <w:tab/>
        <w:t>(11,8%)</w:t>
      </w: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7. Обеспечением литературой и пособиями, учебниками  (школьная библиотека)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23</w:t>
      </w:r>
      <w:r>
        <w:tab/>
        <w:t>(2,9%)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203</w:t>
      </w:r>
      <w:r>
        <w:tab/>
        <w:t>(26,3%)</w:t>
      </w:r>
    </w:p>
    <w:p w:rsidR="00AD7DEE" w:rsidRDefault="00AD7DEE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469</w:t>
      </w:r>
      <w:r>
        <w:rPr>
          <w:b/>
          <w:bCs/>
        </w:rPr>
        <w:tab/>
        <w:t>(60,8%)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76</w:t>
      </w:r>
      <w:r>
        <w:tab/>
        <w:t>(9,8%)</w:t>
      </w:r>
    </w:p>
    <w:p w:rsidR="00AD7DEE" w:rsidRDefault="00AD7DEE" w:rsidP="00E33819">
      <w:pPr>
        <w:jc w:val="both"/>
      </w:pPr>
      <w:r>
        <w:rPr>
          <w:b/>
          <w:bCs/>
        </w:rPr>
        <w:t xml:space="preserve">8.  </w:t>
      </w:r>
      <w:r w:rsidRPr="00BD6764">
        <w:rPr>
          <w:b/>
          <w:bCs/>
        </w:rPr>
        <w:t>Санитарно – гигиеническими условиями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11</w:t>
      </w:r>
      <w:r>
        <w:tab/>
        <w:t>(1,4%)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54</w:t>
      </w:r>
      <w:r>
        <w:tab/>
        <w:t>(7%)</w:t>
      </w:r>
    </w:p>
    <w:p w:rsidR="00AD7DEE" w:rsidRDefault="00AD7DEE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615</w:t>
      </w:r>
      <w:r>
        <w:rPr>
          <w:b/>
          <w:bCs/>
        </w:rPr>
        <w:tab/>
        <w:t>(79,8%)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91</w:t>
      </w:r>
      <w:r>
        <w:tab/>
        <w:t>(11,8%)</w:t>
      </w: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9. Взаимоотношениями педагогов с обучающимися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7</w:t>
      </w:r>
      <w:r>
        <w:tab/>
        <w:t>(0,9%)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31</w:t>
      </w:r>
      <w:r>
        <w:tab/>
        <w:t>(4%)</w:t>
      </w:r>
    </w:p>
    <w:p w:rsidR="00AD7DEE" w:rsidRDefault="00AD7DEE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682</w:t>
      </w:r>
      <w:r>
        <w:rPr>
          <w:b/>
          <w:bCs/>
        </w:rPr>
        <w:tab/>
        <w:t>(88,5%)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51</w:t>
      </w:r>
      <w:r>
        <w:tab/>
        <w:t>(6,6%)</w:t>
      </w: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10.Взаимоотношениями педагогов   с родителями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9</w:t>
      </w:r>
      <w:r>
        <w:tab/>
        <w:t>(1,2%)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14</w:t>
      </w:r>
      <w:r>
        <w:tab/>
        <w:t>(1,8%)</w:t>
      </w:r>
    </w:p>
    <w:p w:rsidR="00AD7DEE" w:rsidRDefault="00AD7DEE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687</w:t>
      </w:r>
      <w:r>
        <w:rPr>
          <w:b/>
          <w:bCs/>
        </w:rPr>
        <w:tab/>
        <w:t>(89,1%)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61</w:t>
      </w:r>
      <w:r>
        <w:tab/>
        <w:t>(7,9%)</w:t>
      </w: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11. Качеством дополнительных образовательных услуг (кружков, секций и т.п.)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15</w:t>
      </w:r>
      <w:r>
        <w:tab/>
        <w:t>(1,9%)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68</w:t>
      </w:r>
      <w:r>
        <w:tab/>
        <w:t>(8,8%)</w:t>
      </w:r>
    </w:p>
    <w:p w:rsidR="00AD7DEE" w:rsidRDefault="00AD7DEE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556</w:t>
      </w:r>
      <w:r>
        <w:rPr>
          <w:b/>
          <w:bCs/>
        </w:rPr>
        <w:tab/>
        <w:t>(72,1%)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154</w:t>
      </w:r>
      <w:r>
        <w:tab/>
        <w:t>(17,2%)</w:t>
      </w:r>
    </w:p>
    <w:p w:rsidR="00AD7DEE" w:rsidRDefault="00AD7DEE" w:rsidP="00E33819">
      <w:pPr>
        <w:jc w:val="both"/>
        <w:rPr>
          <w:b/>
          <w:bCs/>
        </w:rPr>
      </w:pPr>
      <w:r>
        <w:rPr>
          <w:b/>
          <w:bCs/>
        </w:rPr>
        <w:t>12. Организацией летнего отдыха детей</w:t>
      </w:r>
    </w:p>
    <w:p w:rsidR="00AD7DEE" w:rsidRDefault="00AD7DEE" w:rsidP="00E33819">
      <w:pPr>
        <w:jc w:val="both"/>
      </w:pPr>
      <w:r>
        <w:t>а) совершенно не удовлетворены</w:t>
      </w:r>
      <w:r>
        <w:tab/>
      </w:r>
      <w:r>
        <w:tab/>
        <w:t>-  16</w:t>
      </w:r>
      <w:r>
        <w:tab/>
        <w:t>(2%)</w:t>
      </w:r>
    </w:p>
    <w:p w:rsidR="00AD7DEE" w:rsidRDefault="00AD7DEE" w:rsidP="00E33819">
      <w:pPr>
        <w:jc w:val="both"/>
      </w:pPr>
      <w:r>
        <w:t>б) скорее не удовлетворены</w:t>
      </w:r>
      <w:r>
        <w:tab/>
      </w:r>
      <w:r>
        <w:tab/>
        <w:t>-  45</w:t>
      </w:r>
      <w:r>
        <w:tab/>
        <w:t>(5,8%)</w:t>
      </w:r>
    </w:p>
    <w:p w:rsidR="00AD7DEE" w:rsidRDefault="00AD7DEE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556  (72,1%)</w:t>
      </w:r>
    </w:p>
    <w:p w:rsidR="00AD7DEE" w:rsidRDefault="00AD7D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154</w:t>
      </w:r>
      <w:r>
        <w:tab/>
        <w:t>(</w:t>
      </w:r>
      <w:bookmarkStart w:id="0" w:name="_GoBack"/>
      <w:bookmarkEnd w:id="0"/>
      <w:r>
        <w:t>20,1%)</w:t>
      </w:r>
    </w:p>
    <w:p w:rsidR="00AD7DEE" w:rsidRDefault="00AD7DEE" w:rsidP="00E33819">
      <w:pPr>
        <w:jc w:val="both"/>
      </w:pPr>
    </w:p>
    <w:p w:rsidR="00AD7DEE" w:rsidRDefault="00AD7DEE" w:rsidP="00E33819">
      <w:pPr>
        <w:jc w:val="both"/>
      </w:pPr>
    </w:p>
    <w:p w:rsidR="00AD7DEE" w:rsidRDefault="00AD7DEE" w:rsidP="00E33819">
      <w:pPr>
        <w:jc w:val="both"/>
      </w:pPr>
    </w:p>
    <w:p w:rsidR="00AD7DEE" w:rsidRDefault="00AD7DEE" w:rsidP="00E33819">
      <w:pPr>
        <w:jc w:val="both"/>
      </w:pPr>
      <w:r>
        <w:t>Начальник МКУ «Управление образования»                                           Г.А.Балакина</w:t>
      </w:r>
    </w:p>
    <w:p w:rsidR="00AD7DEE" w:rsidRDefault="00AD7DEE" w:rsidP="00E33819">
      <w:pPr>
        <w:jc w:val="both"/>
      </w:pPr>
    </w:p>
    <w:p w:rsidR="00AD7DEE" w:rsidRDefault="00AD7DEE" w:rsidP="00E33819">
      <w:pPr>
        <w:jc w:val="both"/>
      </w:pPr>
    </w:p>
    <w:p w:rsidR="00AD7DEE" w:rsidRDefault="00AD7DEE" w:rsidP="00E33819">
      <w:pPr>
        <w:jc w:val="both"/>
      </w:pPr>
    </w:p>
    <w:p w:rsidR="00AD7DEE" w:rsidRDefault="00AD7DEE" w:rsidP="00E33819">
      <w:pPr>
        <w:jc w:val="both"/>
      </w:pPr>
      <w:r>
        <w:t>М.Л.Гостева</w:t>
      </w:r>
    </w:p>
    <w:p w:rsidR="00AD7DEE" w:rsidRDefault="00AD7DEE" w:rsidP="00E33819">
      <w:pPr>
        <w:jc w:val="both"/>
      </w:pPr>
      <w:r>
        <w:t>25-9-69</w:t>
      </w:r>
    </w:p>
    <w:p w:rsidR="00AD7DEE" w:rsidRDefault="00AD7DEE"/>
    <w:sectPr w:rsidR="00AD7DEE" w:rsidSect="00B01C79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7F5"/>
    <w:rsid w:val="000351B9"/>
    <w:rsid w:val="00116C9B"/>
    <w:rsid w:val="00171E28"/>
    <w:rsid w:val="001E332F"/>
    <w:rsid w:val="002125BD"/>
    <w:rsid w:val="00255494"/>
    <w:rsid w:val="0027444D"/>
    <w:rsid w:val="002B30AC"/>
    <w:rsid w:val="002D289B"/>
    <w:rsid w:val="002F04E8"/>
    <w:rsid w:val="00305FFD"/>
    <w:rsid w:val="0037058A"/>
    <w:rsid w:val="00373CEE"/>
    <w:rsid w:val="00380CD5"/>
    <w:rsid w:val="003A16C9"/>
    <w:rsid w:val="004536CB"/>
    <w:rsid w:val="004B7FA4"/>
    <w:rsid w:val="004E0B42"/>
    <w:rsid w:val="0057721F"/>
    <w:rsid w:val="005823A9"/>
    <w:rsid w:val="005D1DED"/>
    <w:rsid w:val="005F677F"/>
    <w:rsid w:val="0064234F"/>
    <w:rsid w:val="006B6EEE"/>
    <w:rsid w:val="006D54B8"/>
    <w:rsid w:val="006D73E7"/>
    <w:rsid w:val="00732C15"/>
    <w:rsid w:val="007774FD"/>
    <w:rsid w:val="007B5BC0"/>
    <w:rsid w:val="007E2B67"/>
    <w:rsid w:val="00834D2D"/>
    <w:rsid w:val="00857D78"/>
    <w:rsid w:val="008647F5"/>
    <w:rsid w:val="00865783"/>
    <w:rsid w:val="00867D94"/>
    <w:rsid w:val="0092167A"/>
    <w:rsid w:val="0097083B"/>
    <w:rsid w:val="009B4DC2"/>
    <w:rsid w:val="009F6943"/>
    <w:rsid w:val="00A228DD"/>
    <w:rsid w:val="00A32A1B"/>
    <w:rsid w:val="00A332D0"/>
    <w:rsid w:val="00A57F64"/>
    <w:rsid w:val="00A6402E"/>
    <w:rsid w:val="00A82348"/>
    <w:rsid w:val="00AD7DEE"/>
    <w:rsid w:val="00B01C79"/>
    <w:rsid w:val="00B1140B"/>
    <w:rsid w:val="00B1188C"/>
    <w:rsid w:val="00B12057"/>
    <w:rsid w:val="00B153EC"/>
    <w:rsid w:val="00B3133A"/>
    <w:rsid w:val="00BD6764"/>
    <w:rsid w:val="00CB3441"/>
    <w:rsid w:val="00CB3F67"/>
    <w:rsid w:val="00D3128F"/>
    <w:rsid w:val="00DC1A64"/>
    <w:rsid w:val="00DC1B34"/>
    <w:rsid w:val="00DC6D5C"/>
    <w:rsid w:val="00DE2F93"/>
    <w:rsid w:val="00E33819"/>
    <w:rsid w:val="00ED3561"/>
    <w:rsid w:val="00EE7F81"/>
    <w:rsid w:val="00F200C6"/>
    <w:rsid w:val="00F2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link w:val="DefaultParagraphFont"/>
    <w:uiPriority w:val="99"/>
    <w:rsid w:val="00A82348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86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836</TotalTime>
  <Pages>2</Pages>
  <Words>660</Words>
  <Characters>3767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user31</cp:lastModifiedBy>
  <cp:revision>16</cp:revision>
  <cp:lastPrinted>2019-04-01T07:25:00Z</cp:lastPrinted>
  <dcterms:created xsi:type="dcterms:W3CDTF">2015-03-24T04:14:00Z</dcterms:created>
  <dcterms:modified xsi:type="dcterms:W3CDTF">2019-04-07T23:40:00Z</dcterms:modified>
</cp:coreProperties>
</file>